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54722" w14:textId="77777777" w:rsidR="00BF0F27" w:rsidRPr="00B41255" w:rsidRDefault="00BF0F27" w:rsidP="00BF0F27">
      <w:pPr>
        <w:jc w:val="center"/>
        <w:rPr>
          <w:b/>
          <w:sz w:val="40"/>
          <w:lang w:val="en-CA"/>
        </w:rPr>
      </w:pPr>
      <w:r w:rsidRPr="00B41255">
        <w:rPr>
          <w:b/>
          <w:sz w:val="40"/>
          <w:lang w:val="en-CA"/>
        </w:rPr>
        <w:t>Buying a Home Assignment</w:t>
      </w:r>
    </w:p>
    <w:p w14:paraId="6DA6C43B" w14:textId="76ED45E1" w:rsidR="00C35815" w:rsidRPr="00BF0F27" w:rsidRDefault="007E3EB5" w:rsidP="00BF0F27">
      <w:r w:rsidRPr="00BF0F27">
        <w:rPr>
          <w:lang w:val="en-CA"/>
        </w:rPr>
        <w:t xml:space="preserve">You have been working for a few years now and have </w:t>
      </w:r>
      <w:r w:rsidR="00714479">
        <w:rPr>
          <w:lang w:val="en-CA"/>
        </w:rPr>
        <w:t>saved a nice down payment of $25</w:t>
      </w:r>
      <w:r w:rsidR="00741ECD">
        <w:rPr>
          <w:lang w:val="en-CA"/>
        </w:rPr>
        <w:t>,</w:t>
      </w:r>
      <w:r w:rsidRPr="00BF0F27">
        <w:rPr>
          <w:lang w:val="en-CA"/>
        </w:rPr>
        <w:t>000. Now you want to buy a home!</w:t>
      </w:r>
      <w:r w:rsidR="00B41255">
        <w:rPr>
          <w:lang w:val="en-CA"/>
        </w:rPr>
        <w:t xml:space="preserve"> We will assume you have saved enough for all the closing costs as well. </w:t>
      </w:r>
      <w:r w:rsidR="007035DF">
        <w:rPr>
          <w:lang w:val="en-CA"/>
        </w:rPr>
        <w:t>Use the table to answer the following questions.</w:t>
      </w:r>
    </w:p>
    <w:p w14:paraId="31C30651" w14:textId="77777777" w:rsidR="00C35815" w:rsidRPr="00BF0F27" w:rsidRDefault="007E3EB5" w:rsidP="00BF0F27">
      <w:pPr>
        <w:rPr>
          <w:b/>
        </w:rPr>
      </w:pPr>
      <w:r w:rsidRPr="00BF0F27">
        <w:rPr>
          <w:b/>
          <w:lang w:val="en-CA"/>
        </w:rPr>
        <w:t>Get Pre-Approved!</w:t>
      </w:r>
    </w:p>
    <w:p w14:paraId="21D62712" w14:textId="77777777" w:rsidR="00C35815" w:rsidRPr="00BF0F27" w:rsidRDefault="007E3EB5" w:rsidP="00BF0F27">
      <w:pPr>
        <w:numPr>
          <w:ilvl w:val="1"/>
          <w:numId w:val="1"/>
        </w:numPr>
      </w:pPr>
      <w:r w:rsidRPr="00BF0F27">
        <w:rPr>
          <w:lang w:val="en-CA"/>
        </w:rPr>
        <w:t>Let’</w:t>
      </w:r>
      <w:r w:rsidR="00BF0F27">
        <w:rPr>
          <w:lang w:val="en-CA"/>
        </w:rPr>
        <w:t xml:space="preserve">s assume you have good credit </w:t>
      </w:r>
      <w:r w:rsidR="00BF0F27">
        <w:t xml:space="preserve">- </w:t>
      </w:r>
      <w:r w:rsidRPr="00BF0F27">
        <w:rPr>
          <w:lang w:val="en-CA"/>
        </w:rPr>
        <w:t xml:space="preserve">use ratehub.ca to find a mortgage rate that you will qualify for. </w:t>
      </w:r>
    </w:p>
    <w:p w14:paraId="2FA5A89E" w14:textId="77777777" w:rsidR="00BF0F27" w:rsidRPr="00BF0F27" w:rsidRDefault="00BF0F27" w:rsidP="00BF0F27">
      <w:pPr>
        <w:numPr>
          <w:ilvl w:val="2"/>
          <w:numId w:val="1"/>
        </w:numPr>
      </w:pPr>
      <w:r>
        <w:rPr>
          <w:lang w:val="en-CA"/>
        </w:rPr>
        <w:t xml:space="preserve">What is the term, interest rate and </w:t>
      </w:r>
      <w:r w:rsidR="00080BC7">
        <w:rPr>
          <w:lang w:val="en-CA"/>
        </w:rPr>
        <w:t>Mortgage Company</w:t>
      </w:r>
      <w:r>
        <w:rPr>
          <w:lang w:val="en-CA"/>
        </w:rPr>
        <w:t>?</w:t>
      </w:r>
    </w:p>
    <w:p w14:paraId="01428F64" w14:textId="77777777" w:rsidR="00BF0F27" w:rsidRDefault="00BF0F27" w:rsidP="00BF0F27">
      <w:pPr>
        <w:numPr>
          <w:ilvl w:val="1"/>
          <w:numId w:val="1"/>
        </w:numPr>
      </w:pPr>
      <w:r>
        <w:t>Next let’s find out how much you can afford for a home!</w:t>
      </w:r>
    </w:p>
    <w:p w14:paraId="7183A892" w14:textId="77777777" w:rsidR="00BF0F27" w:rsidRDefault="00BF0F27" w:rsidP="00080BC7">
      <w:pPr>
        <w:numPr>
          <w:ilvl w:val="0"/>
          <w:numId w:val="2"/>
        </w:numPr>
      </w:pPr>
      <w:r>
        <w:t xml:space="preserve">Go to: </w:t>
      </w:r>
      <w:hyperlink r:id="rId7" w:history="1">
        <w:r w:rsidRPr="00544308">
          <w:rPr>
            <w:rStyle w:val="Hyperlink"/>
          </w:rPr>
          <w:t>https://www.cmhc-schl.gc.ca/en/co/buho/buho_020.cfm</w:t>
        </w:r>
      </w:hyperlink>
    </w:p>
    <w:p w14:paraId="62E6E08D" w14:textId="77777777" w:rsidR="00BF0F27" w:rsidRDefault="00BF0F27" w:rsidP="00BF0F27">
      <w:pPr>
        <w:numPr>
          <w:ilvl w:val="3"/>
          <w:numId w:val="1"/>
        </w:numPr>
      </w:pPr>
      <w:r>
        <w:t>Enter following information:</w:t>
      </w:r>
    </w:p>
    <w:p w14:paraId="4E415BCF" w14:textId="77777777" w:rsidR="00BF0F27" w:rsidRDefault="00BF0F27" w:rsidP="00BF0F27">
      <w:pPr>
        <w:numPr>
          <w:ilvl w:val="4"/>
          <w:numId w:val="1"/>
        </w:numPr>
      </w:pPr>
      <w:r>
        <w:t>Gr</w:t>
      </w:r>
      <w:r w:rsidR="00B41255">
        <w:t>oss Monthly Household Income: $6000 ($72</w:t>
      </w:r>
      <w:r>
        <w:t>,000 Annually)</w:t>
      </w:r>
    </w:p>
    <w:p w14:paraId="3C6C0531" w14:textId="77777777" w:rsidR="00BF0F27" w:rsidRDefault="00BF0F27" w:rsidP="00BF0F27">
      <w:pPr>
        <w:numPr>
          <w:ilvl w:val="4"/>
          <w:numId w:val="1"/>
        </w:numPr>
      </w:pPr>
      <w:r>
        <w:t>Monthly Debt Paymen</w:t>
      </w:r>
      <w:r w:rsidR="000F5668">
        <w:t>ts: $500 ($250 Car, $250 Student Loan)</w:t>
      </w:r>
    </w:p>
    <w:p w14:paraId="170FFF59" w14:textId="77777777" w:rsidR="000F5668" w:rsidRDefault="000F5668" w:rsidP="00BF0F27">
      <w:pPr>
        <w:numPr>
          <w:ilvl w:val="4"/>
          <w:numId w:val="1"/>
        </w:numPr>
      </w:pPr>
      <w:r>
        <w:t>Property Taxes: $250</w:t>
      </w:r>
    </w:p>
    <w:p w14:paraId="5BC3A4F0" w14:textId="77777777" w:rsidR="000F5668" w:rsidRDefault="000F5668" w:rsidP="00BF0F27">
      <w:pPr>
        <w:numPr>
          <w:ilvl w:val="4"/>
          <w:numId w:val="1"/>
        </w:numPr>
      </w:pPr>
      <w:r>
        <w:t>Condo</w:t>
      </w:r>
      <w:r w:rsidR="00080BC7">
        <w:t xml:space="preserve"> Fees: $150 (only if you anticipate buying a condo)</w:t>
      </w:r>
    </w:p>
    <w:p w14:paraId="7B9B8072" w14:textId="77777777" w:rsidR="00080BC7" w:rsidRDefault="00080BC7" w:rsidP="00BF0F27">
      <w:pPr>
        <w:numPr>
          <w:ilvl w:val="4"/>
          <w:numId w:val="1"/>
        </w:numPr>
      </w:pPr>
      <w:r>
        <w:t>Monthly Heating Costs: $75</w:t>
      </w:r>
    </w:p>
    <w:p w14:paraId="179B9FE2" w14:textId="77777777" w:rsidR="00080BC7" w:rsidRDefault="00080BC7" w:rsidP="00BF0F27">
      <w:pPr>
        <w:numPr>
          <w:ilvl w:val="4"/>
          <w:numId w:val="1"/>
        </w:numPr>
      </w:pPr>
      <w:r>
        <w:t>Amortization: 25 years</w:t>
      </w:r>
    </w:p>
    <w:p w14:paraId="48516E5A" w14:textId="77777777" w:rsidR="00080BC7" w:rsidRPr="00080BC7" w:rsidRDefault="00080BC7" w:rsidP="00080BC7">
      <w:pPr>
        <w:rPr>
          <w:b/>
        </w:rPr>
      </w:pPr>
      <w:r>
        <w:rPr>
          <w:b/>
        </w:rPr>
        <w:t>Go Shopping!</w:t>
      </w:r>
    </w:p>
    <w:p w14:paraId="770356F2" w14:textId="6C8F963C" w:rsidR="00080BC7" w:rsidRPr="00BF0F27" w:rsidRDefault="00080BC7" w:rsidP="00080BC7">
      <w:pPr>
        <w:pStyle w:val="ListParagraph"/>
        <w:numPr>
          <w:ilvl w:val="1"/>
          <w:numId w:val="1"/>
        </w:numPr>
      </w:pPr>
      <w:r>
        <w:t>Go to realtor.ca and search for a home in Regina</w:t>
      </w:r>
      <w:r w:rsidR="00714479">
        <w:t xml:space="preserve"> or surrounding area</w:t>
      </w:r>
      <w:r>
        <w:t xml:space="preserve"> that you would like to buy! Assume you are buying the house for the asking price listed on MLS.ca</w:t>
      </w:r>
    </w:p>
    <w:p w14:paraId="562B8377" w14:textId="77777777" w:rsidR="00B41255" w:rsidRDefault="00B41255">
      <w:pPr>
        <w:rPr>
          <w:b/>
        </w:rPr>
      </w:pPr>
      <w:r>
        <w:rPr>
          <w:b/>
        </w:rPr>
        <w:t>Payment Time!</w:t>
      </w:r>
    </w:p>
    <w:p w14:paraId="08662E56" w14:textId="5D84632A" w:rsidR="00B41255" w:rsidRPr="007035DF" w:rsidRDefault="00B41255" w:rsidP="007035DF">
      <w:pPr>
        <w:pStyle w:val="ListParagraph"/>
        <w:numPr>
          <w:ilvl w:val="1"/>
          <w:numId w:val="1"/>
        </w:numPr>
      </w:pPr>
      <w:r w:rsidRPr="00B41255">
        <w:t xml:space="preserve">Go to </w:t>
      </w:r>
      <w:hyperlink r:id="rId8" w:history="1">
        <w:r w:rsidRPr="00544308">
          <w:rPr>
            <w:rStyle w:val="Hyperlink"/>
          </w:rPr>
          <w:t>http://cgi.scotiabank.com/mortgage/payment/en/payment.html</w:t>
        </w:r>
      </w:hyperlink>
      <w:r>
        <w:t xml:space="preserve"> and enter in the information in regards to your purchase. </w:t>
      </w:r>
    </w:p>
    <w:p w14:paraId="530C43BA" w14:textId="77777777" w:rsidR="00B41255" w:rsidRDefault="00FE15EC" w:rsidP="00FE15EC">
      <w:pPr>
        <w:jc w:val="center"/>
        <w:rPr>
          <w:b/>
        </w:rPr>
      </w:pPr>
      <w:r>
        <w:rPr>
          <w:b/>
          <w:noProof/>
          <w:lang w:val="en-CA" w:eastAsia="en-CA"/>
        </w:rPr>
        <w:drawing>
          <wp:inline distT="0" distB="0" distL="0" distR="0" wp14:anchorId="5FE0A6DD" wp14:editId="486E5748">
            <wp:extent cx="1781175" cy="17760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ying-a-new-house[1]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067" cy="178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F100A" w14:textId="5B835A81" w:rsidR="00AD1DEB" w:rsidRDefault="00AD1DEB" w:rsidP="00FE15EC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4819"/>
        <w:gridCol w:w="3006"/>
      </w:tblGrid>
      <w:tr w:rsidR="00080BC7" w14:paraId="613CE2DC" w14:textId="77777777" w:rsidTr="00B41255">
        <w:trPr>
          <w:trHeight w:val="260"/>
        </w:trPr>
        <w:tc>
          <w:tcPr>
            <w:tcW w:w="9350" w:type="dxa"/>
            <w:gridSpan w:val="3"/>
            <w:vAlign w:val="center"/>
          </w:tcPr>
          <w:p w14:paraId="4366FE77" w14:textId="77777777" w:rsidR="00080BC7" w:rsidRDefault="00FE15EC" w:rsidP="00B41255">
            <w:pPr>
              <w:rPr>
                <w:b/>
              </w:rPr>
            </w:pPr>
            <w:r>
              <w:rPr>
                <w:b/>
              </w:rPr>
              <w:t>Pre-Approval</w:t>
            </w:r>
          </w:p>
        </w:tc>
      </w:tr>
      <w:tr w:rsidR="00080BC7" w14:paraId="1A4BF179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77D804A2" w14:textId="77777777" w:rsidR="00080BC7" w:rsidRDefault="00080BC7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3536BE94" w14:textId="77777777" w:rsidR="00080BC7" w:rsidRDefault="00080BC7" w:rsidP="00B41255">
            <w:pPr>
              <w:rPr>
                <w:b/>
              </w:rPr>
            </w:pPr>
            <w:r>
              <w:rPr>
                <w:b/>
              </w:rPr>
              <w:t>Mortgage Company:</w:t>
            </w:r>
          </w:p>
        </w:tc>
        <w:tc>
          <w:tcPr>
            <w:tcW w:w="3006" w:type="dxa"/>
            <w:vAlign w:val="center"/>
          </w:tcPr>
          <w:p w14:paraId="1039F3D5" w14:textId="77777777" w:rsidR="00080BC7" w:rsidRDefault="00080BC7" w:rsidP="00B41255">
            <w:pPr>
              <w:rPr>
                <w:b/>
              </w:rPr>
            </w:pPr>
          </w:p>
        </w:tc>
      </w:tr>
      <w:tr w:rsidR="00080BC7" w14:paraId="560879AF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6E7B602F" w14:textId="77777777" w:rsidR="00080BC7" w:rsidRDefault="00080BC7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0E25D1E1" w14:textId="77777777" w:rsidR="00080BC7" w:rsidRDefault="00080BC7" w:rsidP="00B41255">
            <w:pPr>
              <w:rPr>
                <w:b/>
              </w:rPr>
            </w:pPr>
            <w:r>
              <w:rPr>
                <w:b/>
              </w:rPr>
              <w:t>Mortgage Type &amp; Term:</w:t>
            </w:r>
          </w:p>
        </w:tc>
        <w:tc>
          <w:tcPr>
            <w:tcW w:w="3006" w:type="dxa"/>
            <w:vAlign w:val="center"/>
          </w:tcPr>
          <w:p w14:paraId="5BF1604E" w14:textId="77777777" w:rsidR="00080BC7" w:rsidRDefault="00080BC7" w:rsidP="00B41255">
            <w:pPr>
              <w:rPr>
                <w:b/>
              </w:rPr>
            </w:pPr>
          </w:p>
        </w:tc>
      </w:tr>
      <w:tr w:rsidR="00080BC7" w14:paraId="30193DD2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1E311740" w14:textId="77777777" w:rsidR="00080BC7" w:rsidRDefault="00080BC7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5C55C292" w14:textId="77777777" w:rsidR="00080BC7" w:rsidRDefault="00080BC7" w:rsidP="00B41255">
            <w:pPr>
              <w:rPr>
                <w:b/>
              </w:rPr>
            </w:pPr>
            <w:r>
              <w:rPr>
                <w:b/>
              </w:rPr>
              <w:t>Mortgage Rate:</w:t>
            </w:r>
          </w:p>
        </w:tc>
        <w:tc>
          <w:tcPr>
            <w:tcW w:w="3006" w:type="dxa"/>
            <w:vAlign w:val="center"/>
          </w:tcPr>
          <w:p w14:paraId="61165073" w14:textId="77777777" w:rsidR="00080BC7" w:rsidRDefault="00080BC7" w:rsidP="00B41255">
            <w:pPr>
              <w:rPr>
                <w:b/>
              </w:rPr>
            </w:pPr>
          </w:p>
        </w:tc>
      </w:tr>
      <w:tr w:rsidR="00080BC7" w14:paraId="32AE52F4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5365664C" w14:textId="77777777" w:rsidR="00080BC7" w:rsidRDefault="00080BC7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7412569C" w14:textId="77777777" w:rsidR="00080BC7" w:rsidRDefault="00080BC7" w:rsidP="00B41255">
            <w:pPr>
              <w:rPr>
                <w:b/>
              </w:rPr>
            </w:pPr>
            <w:r>
              <w:rPr>
                <w:b/>
              </w:rPr>
              <w:t>Maximum Mortgage:</w:t>
            </w:r>
          </w:p>
        </w:tc>
        <w:tc>
          <w:tcPr>
            <w:tcW w:w="3006" w:type="dxa"/>
            <w:vAlign w:val="center"/>
          </w:tcPr>
          <w:p w14:paraId="7E91992D" w14:textId="77777777" w:rsidR="00080BC7" w:rsidRDefault="00080BC7" w:rsidP="00B41255">
            <w:pPr>
              <w:rPr>
                <w:b/>
              </w:rPr>
            </w:pPr>
          </w:p>
        </w:tc>
      </w:tr>
      <w:tr w:rsidR="00080BC7" w14:paraId="62A9D523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64B11B01" w14:textId="77777777" w:rsidR="00080BC7" w:rsidRDefault="00080BC7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7965D053" w14:textId="77777777" w:rsidR="00080BC7" w:rsidRDefault="00080BC7" w:rsidP="00B41255">
            <w:pPr>
              <w:rPr>
                <w:b/>
              </w:rPr>
            </w:pPr>
            <w:r>
              <w:rPr>
                <w:b/>
              </w:rPr>
              <w:t>Maximum House Price:</w:t>
            </w:r>
          </w:p>
        </w:tc>
        <w:tc>
          <w:tcPr>
            <w:tcW w:w="3006" w:type="dxa"/>
            <w:vAlign w:val="center"/>
          </w:tcPr>
          <w:p w14:paraId="51F5ED9F" w14:textId="77777777" w:rsidR="00080BC7" w:rsidRDefault="00080BC7" w:rsidP="00B41255">
            <w:pPr>
              <w:rPr>
                <w:b/>
              </w:rPr>
            </w:pPr>
          </w:p>
        </w:tc>
      </w:tr>
      <w:tr w:rsidR="00080BC7" w14:paraId="11FA9E03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28627A88" w14:textId="77777777" w:rsidR="00080BC7" w:rsidRDefault="00080BC7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65036C93" w14:textId="77777777" w:rsidR="00080BC7" w:rsidRDefault="00080BC7" w:rsidP="00B41255">
            <w:pPr>
              <w:rPr>
                <w:b/>
              </w:rPr>
            </w:pPr>
            <w:r>
              <w:rPr>
                <w:b/>
              </w:rPr>
              <w:t>Maximum Monthly Mortgage Payment:</w:t>
            </w:r>
          </w:p>
        </w:tc>
        <w:tc>
          <w:tcPr>
            <w:tcW w:w="3006" w:type="dxa"/>
            <w:vAlign w:val="center"/>
          </w:tcPr>
          <w:p w14:paraId="4F6933F2" w14:textId="77777777" w:rsidR="00080BC7" w:rsidRDefault="00080BC7" w:rsidP="00B41255">
            <w:pPr>
              <w:rPr>
                <w:b/>
              </w:rPr>
            </w:pPr>
          </w:p>
        </w:tc>
      </w:tr>
      <w:tr w:rsidR="00080BC7" w14:paraId="6252C034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568C9D6C" w14:textId="77777777" w:rsidR="00080BC7" w:rsidRDefault="00080BC7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6B802B3F" w14:textId="77777777" w:rsidR="00080BC7" w:rsidRDefault="00080BC7" w:rsidP="00B41255">
            <w:pPr>
              <w:rPr>
                <w:b/>
              </w:rPr>
            </w:pPr>
            <w:r>
              <w:rPr>
                <w:b/>
              </w:rPr>
              <w:t>CMHC Mortgage Loan Insurance Premium:</w:t>
            </w:r>
          </w:p>
        </w:tc>
        <w:tc>
          <w:tcPr>
            <w:tcW w:w="3006" w:type="dxa"/>
            <w:vAlign w:val="center"/>
          </w:tcPr>
          <w:p w14:paraId="2F08091F" w14:textId="77777777" w:rsidR="00080BC7" w:rsidRDefault="00080BC7" w:rsidP="00B41255">
            <w:pPr>
              <w:rPr>
                <w:b/>
              </w:rPr>
            </w:pPr>
          </w:p>
        </w:tc>
      </w:tr>
      <w:tr w:rsidR="00080BC7" w14:paraId="0EB034FA" w14:textId="77777777" w:rsidTr="00B41255">
        <w:trPr>
          <w:trHeight w:val="287"/>
        </w:trPr>
        <w:tc>
          <w:tcPr>
            <w:tcW w:w="9350" w:type="dxa"/>
            <w:gridSpan w:val="3"/>
            <w:vAlign w:val="center"/>
          </w:tcPr>
          <w:p w14:paraId="1BA471D8" w14:textId="77777777" w:rsidR="00080BC7" w:rsidRDefault="00080BC7" w:rsidP="00B41255">
            <w:pPr>
              <w:rPr>
                <w:b/>
              </w:rPr>
            </w:pPr>
            <w:r>
              <w:rPr>
                <w:b/>
              </w:rPr>
              <w:t>Go Shopping</w:t>
            </w:r>
          </w:p>
        </w:tc>
      </w:tr>
      <w:tr w:rsidR="00080BC7" w14:paraId="1E8846C1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18ED1591" w14:textId="77777777" w:rsidR="00080BC7" w:rsidRDefault="00080BC7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5A611EBC" w14:textId="77777777" w:rsidR="00080BC7" w:rsidRDefault="00080BC7" w:rsidP="00B41255">
            <w:pPr>
              <w:rPr>
                <w:b/>
              </w:rPr>
            </w:pPr>
            <w:r>
              <w:rPr>
                <w:b/>
              </w:rPr>
              <w:t>Home T</w:t>
            </w:r>
            <w:r w:rsidR="00B41255">
              <w:rPr>
                <w:b/>
              </w:rPr>
              <w:t>y</w:t>
            </w:r>
            <w:r>
              <w:rPr>
                <w:b/>
              </w:rPr>
              <w:t>pe</w:t>
            </w:r>
            <w:r w:rsidR="00B41255">
              <w:rPr>
                <w:b/>
              </w:rPr>
              <w:t>: (Condo, Single Detached, Duplex)</w:t>
            </w:r>
          </w:p>
        </w:tc>
        <w:tc>
          <w:tcPr>
            <w:tcW w:w="3006" w:type="dxa"/>
            <w:vAlign w:val="center"/>
          </w:tcPr>
          <w:p w14:paraId="5AE501F0" w14:textId="77777777" w:rsidR="00080BC7" w:rsidRDefault="00080BC7" w:rsidP="00B41255">
            <w:pPr>
              <w:rPr>
                <w:b/>
              </w:rPr>
            </w:pPr>
          </w:p>
        </w:tc>
      </w:tr>
      <w:tr w:rsidR="00B41255" w14:paraId="4FBF3320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6D0F2989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79B95B49" w14:textId="77777777" w:rsidR="00B41255" w:rsidRDefault="00B41255" w:rsidP="00B41255">
            <w:pPr>
              <w:rPr>
                <w:b/>
              </w:rPr>
            </w:pPr>
            <w:r>
              <w:rPr>
                <w:b/>
              </w:rPr>
              <w:t>Selling Price:</w:t>
            </w:r>
          </w:p>
        </w:tc>
        <w:tc>
          <w:tcPr>
            <w:tcW w:w="3006" w:type="dxa"/>
            <w:vAlign w:val="center"/>
          </w:tcPr>
          <w:p w14:paraId="56EFFCB9" w14:textId="77777777" w:rsidR="00B41255" w:rsidRDefault="00B41255" w:rsidP="00B41255">
            <w:pPr>
              <w:rPr>
                <w:b/>
              </w:rPr>
            </w:pPr>
          </w:p>
        </w:tc>
      </w:tr>
      <w:tr w:rsidR="00B41255" w14:paraId="18BED242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75193E5E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647AA3FE" w14:textId="77777777" w:rsidR="00B41255" w:rsidRDefault="00B41255" w:rsidP="00B41255">
            <w:pPr>
              <w:rPr>
                <w:b/>
              </w:rPr>
            </w:pPr>
            <w:r>
              <w:rPr>
                <w:b/>
              </w:rPr>
              <w:t>Address:</w:t>
            </w:r>
          </w:p>
        </w:tc>
        <w:tc>
          <w:tcPr>
            <w:tcW w:w="3006" w:type="dxa"/>
            <w:vAlign w:val="center"/>
          </w:tcPr>
          <w:p w14:paraId="4FF22D40" w14:textId="77777777" w:rsidR="00B41255" w:rsidRDefault="00B41255" w:rsidP="00B41255">
            <w:pPr>
              <w:rPr>
                <w:b/>
              </w:rPr>
            </w:pPr>
          </w:p>
        </w:tc>
      </w:tr>
      <w:tr w:rsidR="00B41255" w14:paraId="6047FF6F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6B94F7EE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4CF84A04" w14:textId="77777777" w:rsidR="00B41255" w:rsidRDefault="00B41255" w:rsidP="00B41255">
            <w:pPr>
              <w:rPr>
                <w:b/>
              </w:rPr>
            </w:pPr>
            <w:r>
              <w:rPr>
                <w:b/>
              </w:rPr>
              <w:t>Neighborhood:</w:t>
            </w:r>
          </w:p>
        </w:tc>
        <w:tc>
          <w:tcPr>
            <w:tcW w:w="3006" w:type="dxa"/>
            <w:vAlign w:val="center"/>
          </w:tcPr>
          <w:p w14:paraId="6C3C4C4C" w14:textId="77777777" w:rsidR="00B41255" w:rsidRDefault="00B41255" w:rsidP="00B41255">
            <w:pPr>
              <w:rPr>
                <w:b/>
              </w:rPr>
            </w:pPr>
          </w:p>
        </w:tc>
      </w:tr>
      <w:tr w:rsidR="00B41255" w14:paraId="5BEEFD6E" w14:textId="77777777" w:rsidTr="00B41255">
        <w:trPr>
          <w:trHeight w:val="170"/>
        </w:trPr>
        <w:tc>
          <w:tcPr>
            <w:tcW w:w="1525" w:type="dxa"/>
            <w:shd w:val="clear" w:color="auto" w:fill="000000" w:themeFill="text1"/>
            <w:vAlign w:val="center"/>
          </w:tcPr>
          <w:p w14:paraId="451F4108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7825" w:type="dxa"/>
            <w:gridSpan w:val="2"/>
            <w:vAlign w:val="center"/>
          </w:tcPr>
          <w:p w14:paraId="5B0EA579" w14:textId="77777777" w:rsidR="00B41255" w:rsidRDefault="00B41255" w:rsidP="00B41255">
            <w:pPr>
              <w:jc w:val="center"/>
              <w:rPr>
                <w:b/>
              </w:rPr>
            </w:pPr>
            <w:r>
              <w:rPr>
                <w:b/>
              </w:rPr>
              <w:t>PRINT OFF REALTOR.CA PAGE</w:t>
            </w:r>
          </w:p>
        </w:tc>
      </w:tr>
      <w:tr w:rsidR="00B41255" w14:paraId="3282E8C6" w14:textId="77777777" w:rsidTr="00B41255">
        <w:trPr>
          <w:trHeight w:val="323"/>
        </w:trPr>
        <w:tc>
          <w:tcPr>
            <w:tcW w:w="9350" w:type="dxa"/>
            <w:gridSpan w:val="3"/>
            <w:vAlign w:val="center"/>
          </w:tcPr>
          <w:p w14:paraId="7A7D4311" w14:textId="77777777" w:rsidR="00B41255" w:rsidRDefault="00B41255" w:rsidP="00B41255">
            <w:pPr>
              <w:rPr>
                <w:b/>
              </w:rPr>
            </w:pPr>
            <w:r>
              <w:rPr>
                <w:b/>
              </w:rPr>
              <w:t>Payments</w:t>
            </w:r>
          </w:p>
        </w:tc>
      </w:tr>
      <w:tr w:rsidR="00B41255" w14:paraId="1BD4DAAA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6328C8AC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2EA75909" w14:textId="77777777" w:rsidR="00B41255" w:rsidRDefault="00B41255" w:rsidP="00B41255">
            <w:pPr>
              <w:rPr>
                <w:b/>
              </w:rPr>
            </w:pPr>
            <w:r>
              <w:rPr>
                <w:b/>
              </w:rPr>
              <w:t>Actual Mortgage Amount:</w:t>
            </w:r>
          </w:p>
        </w:tc>
        <w:tc>
          <w:tcPr>
            <w:tcW w:w="3006" w:type="dxa"/>
            <w:vAlign w:val="center"/>
          </w:tcPr>
          <w:p w14:paraId="650F6CFC" w14:textId="77777777" w:rsidR="00B41255" w:rsidRDefault="00B41255" w:rsidP="00B41255">
            <w:pPr>
              <w:rPr>
                <w:b/>
              </w:rPr>
            </w:pPr>
          </w:p>
        </w:tc>
      </w:tr>
      <w:tr w:rsidR="00B41255" w14:paraId="131EEACC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4FD55A70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46FB5ABF" w14:textId="77777777" w:rsidR="00B41255" w:rsidRDefault="00B41255" w:rsidP="00B41255">
            <w:pPr>
              <w:rPr>
                <w:b/>
              </w:rPr>
            </w:pPr>
            <w:r>
              <w:rPr>
                <w:b/>
              </w:rPr>
              <w:t>Payment Frequency:</w:t>
            </w:r>
          </w:p>
        </w:tc>
        <w:tc>
          <w:tcPr>
            <w:tcW w:w="3006" w:type="dxa"/>
            <w:vAlign w:val="center"/>
          </w:tcPr>
          <w:p w14:paraId="33D525FB" w14:textId="77777777" w:rsidR="00B41255" w:rsidRDefault="00B41255" w:rsidP="00B41255">
            <w:pPr>
              <w:rPr>
                <w:b/>
              </w:rPr>
            </w:pPr>
          </w:p>
        </w:tc>
      </w:tr>
      <w:tr w:rsidR="00B41255" w14:paraId="34E94640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24225B12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550C758A" w14:textId="77777777" w:rsidR="00B41255" w:rsidRDefault="00B41255" w:rsidP="00B41255">
            <w:pPr>
              <w:rPr>
                <w:b/>
              </w:rPr>
            </w:pPr>
            <w:r>
              <w:rPr>
                <w:b/>
              </w:rPr>
              <w:t>Interest Rate:</w:t>
            </w:r>
          </w:p>
        </w:tc>
        <w:tc>
          <w:tcPr>
            <w:tcW w:w="3006" w:type="dxa"/>
            <w:vAlign w:val="center"/>
          </w:tcPr>
          <w:p w14:paraId="5A060B38" w14:textId="77777777" w:rsidR="00B41255" w:rsidRDefault="00B41255" w:rsidP="00B41255">
            <w:pPr>
              <w:rPr>
                <w:b/>
              </w:rPr>
            </w:pPr>
          </w:p>
        </w:tc>
      </w:tr>
      <w:tr w:rsidR="00B41255" w14:paraId="71C8B675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7438D618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437A568C" w14:textId="77777777" w:rsidR="00B41255" w:rsidRDefault="00B41255" w:rsidP="00B41255">
            <w:pPr>
              <w:rPr>
                <w:b/>
              </w:rPr>
            </w:pPr>
            <w:r>
              <w:rPr>
                <w:b/>
              </w:rPr>
              <w:t>How much interest will you pay in the first year?</w:t>
            </w:r>
          </w:p>
        </w:tc>
        <w:tc>
          <w:tcPr>
            <w:tcW w:w="3006" w:type="dxa"/>
            <w:vAlign w:val="center"/>
          </w:tcPr>
          <w:p w14:paraId="47570E34" w14:textId="77777777" w:rsidR="00B41255" w:rsidRDefault="00B41255" w:rsidP="00B41255">
            <w:pPr>
              <w:rPr>
                <w:b/>
              </w:rPr>
            </w:pPr>
          </w:p>
        </w:tc>
      </w:tr>
      <w:tr w:rsidR="00B41255" w14:paraId="79AC7438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3C0C90FA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4922A501" w14:textId="77777777" w:rsidR="00B41255" w:rsidRDefault="00B41255" w:rsidP="00B41255">
            <w:pPr>
              <w:rPr>
                <w:b/>
              </w:rPr>
            </w:pPr>
            <w:r>
              <w:rPr>
                <w:b/>
              </w:rPr>
              <w:t>How much principal will you pay off in the first year?</w:t>
            </w:r>
          </w:p>
        </w:tc>
        <w:tc>
          <w:tcPr>
            <w:tcW w:w="3006" w:type="dxa"/>
            <w:vAlign w:val="center"/>
          </w:tcPr>
          <w:p w14:paraId="5120FD91" w14:textId="77777777" w:rsidR="00B41255" w:rsidRDefault="00B41255" w:rsidP="00B41255">
            <w:pPr>
              <w:rPr>
                <w:b/>
              </w:rPr>
            </w:pPr>
          </w:p>
        </w:tc>
      </w:tr>
      <w:tr w:rsidR="00B41255" w14:paraId="55CB657D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67F392A9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064E433A" w14:textId="77777777" w:rsidR="00B41255" w:rsidRDefault="00B41255" w:rsidP="00B41255">
            <w:pPr>
              <w:rPr>
                <w:b/>
              </w:rPr>
            </w:pPr>
            <w:r>
              <w:rPr>
                <w:b/>
              </w:rPr>
              <w:t>How much interest will you pay in the 25</w:t>
            </w:r>
            <w:r w:rsidRPr="00B41255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year?</w:t>
            </w:r>
          </w:p>
        </w:tc>
        <w:tc>
          <w:tcPr>
            <w:tcW w:w="3006" w:type="dxa"/>
            <w:vAlign w:val="center"/>
          </w:tcPr>
          <w:p w14:paraId="0375B5C8" w14:textId="77777777" w:rsidR="00B41255" w:rsidRDefault="00B41255" w:rsidP="00B41255">
            <w:pPr>
              <w:rPr>
                <w:b/>
              </w:rPr>
            </w:pPr>
          </w:p>
        </w:tc>
      </w:tr>
      <w:tr w:rsidR="00B41255" w14:paraId="457E25B0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77015036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086F25BA" w14:textId="77777777" w:rsidR="00B41255" w:rsidRDefault="00B41255" w:rsidP="00B41255">
            <w:pPr>
              <w:rPr>
                <w:b/>
              </w:rPr>
            </w:pPr>
            <w:r>
              <w:rPr>
                <w:b/>
              </w:rPr>
              <w:t>How much principal will you pay off in the 25</w:t>
            </w:r>
            <w:r w:rsidRPr="00B41255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year?</w:t>
            </w:r>
          </w:p>
        </w:tc>
        <w:tc>
          <w:tcPr>
            <w:tcW w:w="3006" w:type="dxa"/>
            <w:vAlign w:val="center"/>
          </w:tcPr>
          <w:p w14:paraId="2B06F8A9" w14:textId="77777777" w:rsidR="00B41255" w:rsidRDefault="00B41255" w:rsidP="00B41255">
            <w:pPr>
              <w:rPr>
                <w:b/>
              </w:rPr>
            </w:pPr>
          </w:p>
        </w:tc>
      </w:tr>
      <w:tr w:rsidR="00B41255" w14:paraId="2943CA56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1378B6EB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190E1104" w14:textId="77777777" w:rsidR="00B41255" w:rsidRDefault="00B41255" w:rsidP="00B41255">
            <w:pPr>
              <w:rPr>
                <w:b/>
              </w:rPr>
            </w:pPr>
            <w:r>
              <w:rPr>
                <w:b/>
              </w:rPr>
              <w:t>How much interest will you pay over the entire 25 year amortization?</w:t>
            </w:r>
          </w:p>
        </w:tc>
        <w:tc>
          <w:tcPr>
            <w:tcW w:w="3006" w:type="dxa"/>
            <w:vAlign w:val="center"/>
          </w:tcPr>
          <w:p w14:paraId="4BAF9068" w14:textId="77777777" w:rsidR="00B41255" w:rsidRDefault="00B41255" w:rsidP="00B41255">
            <w:pPr>
              <w:rPr>
                <w:b/>
              </w:rPr>
            </w:pPr>
          </w:p>
        </w:tc>
      </w:tr>
      <w:tr w:rsidR="00B41255" w14:paraId="71F50658" w14:textId="77777777" w:rsidTr="00B41255">
        <w:trPr>
          <w:trHeight w:val="537"/>
        </w:trPr>
        <w:tc>
          <w:tcPr>
            <w:tcW w:w="1525" w:type="dxa"/>
            <w:shd w:val="clear" w:color="auto" w:fill="000000" w:themeFill="text1"/>
            <w:vAlign w:val="center"/>
          </w:tcPr>
          <w:p w14:paraId="28B615F1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6C748A13" w14:textId="77777777" w:rsidR="00B41255" w:rsidRDefault="00B41255" w:rsidP="00B41255">
            <w:pPr>
              <w:rPr>
                <w:b/>
              </w:rPr>
            </w:pPr>
            <w:r>
              <w:rPr>
                <w:b/>
              </w:rPr>
              <w:t>What is the total cost of the house?</w:t>
            </w:r>
          </w:p>
        </w:tc>
        <w:tc>
          <w:tcPr>
            <w:tcW w:w="3006" w:type="dxa"/>
            <w:vAlign w:val="center"/>
          </w:tcPr>
          <w:p w14:paraId="4DE1FEB3" w14:textId="77777777" w:rsidR="00B41255" w:rsidRDefault="00B41255" w:rsidP="00B41255">
            <w:pPr>
              <w:rPr>
                <w:b/>
              </w:rPr>
            </w:pPr>
          </w:p>
        </w:tc>
      </w:tr>
      <w:tr w:rsidR="00B41255" w14:paraId="5C349E65" w14:textId="77777777" w:rsidTr="00B41255">
        <w:trPr>
          <w:trHeight w:val="260"/>
        </w:trPr>
        <w:tc>
          <w:tcPr>
            <w:tcW w:w="1525" w:type="dxa"/>
            <w:shd w:val="clear" w:color="auto" w:fill="000000" w:themeFill="text1"/>
            <w:vAlign w:val="center"/>
          </w:tcPr>
          <w:p w14:paraId="60015EB2" w14:textId="77777777" w:rsidR="00B41255" w:rsidRDefault="00B41255" w:rsidP="00B41255">
            <w:pPr>
              <w:rPr>
                <w:b/>
              </w:rPr>
            </w:pPr>
          </w:p>
        </w:tc>
        <w:tc>
          <w:tcPr>
            <w:tcW w:w="7825" w:type="dxa"/>
            <w:gridSpan w:val="2"/>
            <w:vAlign w:val="center"/>
          </w:tcPr>
          <w:p w14:paraId="2F9AAEE7" w14:textId="77777777" w:rsidR="00B41255" w:rsidRDefault="00B41255" w:rsidP="00B41255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PRINT YOUR RESULTS</w:t>
            </w:r>
            <w:bookmarkEnd w:id="0"/>
          </w:p>
        </w:tc>
      </w:tr>
    </w:tbl>
    <w:p w14:paraId="69AD77A8" w14:textId="77777777" w:rsidR="00080BC7" w:rsidRDefault="00FE15EC">
      <w:pPr>
        <w:rPr>
          <w:b/>
        </w:rPr>
      </w:pPr>
      <w:r>
        <w:rPr>
          <w:b/>
        </w:rPr>
        <w:lastRenderedPageBreak/>
        <w:t>Questions:</w:t>
      </w:r>
    </w:p>
    <w:p w14:paraId="3ED4689C" w14:textId="77777777" w:rsidR="00FE15EC" w:rsidRDefault="00FE15EC" w:rsidP="00FE15EC">
      <w:pPr>
        <w:pStyle w:val="ListParagraph"/>
        <w:numPr>
          <w:ilvl w:val="0"/>
          <w:numId w:val="3"/>
        </w:numPr>
      </w:pPr>
      <w:r>
        <w:t>Why did you choose the Mortgage Company and mortgage you did?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5BDF6D2" w14:textId="77777777" w:rsidR="00FE15EC" w:rsidRDefault="00FE15EC" w:rsidP="00FE15EC">
      <w:pPr>
        <w:pStyle w:val="ListParagraph"/>
        <w:numPr>
          <w:ilvl w:val="0"/>
          <w:numId w:val="3"/>
        </w:numPr>
      </w:pPr>
      <w:r>
        <w:t>Did you spend the maximum, minimum or somewhere in the middle of what CMHC said you could spend? Why did you spend that amount?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13B2C171" w14:textId="77777777" w:rsidR="00FE15EC" w:rsidRDefault="00FE15EC" w:rsidP="00FE15EC">
      <w:pPr>
        <w:pStyle w:val="ListParagraph"/>
        <w:numPr>
          <w:ilvl w:val="0"/>
          <w:numId w:val="3"/>
        </w:numPr>
      </w:pPr>
      <w:r>
        <w:t>What made you buy the house did? List 5 things that made you pick the house you did over the other houses currently on the market?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4BB3B5EF" w14:textId="77777777" w:rsidR="00FE15EC" w:rsidRDefault="00FE15EC" w:rsidP="00FE15EC">
      <w:pPr>
        <w:pStyle w:val="ListParagraph"/>
        <w:numPr>
          <w:ilvl w:val="0"/>
          <w:numId w:val="3"/>
        </w:numPr>
      </w:pPr>
      <w:r>
        <w:t xml:space="preserve">What is your mortgage payment? Do you think that is a reasonable amount to pay to own real estate? Consider how much money you would have to spend on everything else you need to buy. </w:t>
      </w:r>
      <w:r>
        <w:br/>
      </w:r>
      <w:r>
        <w:br/>
      </w:r>
      <w:r>
        <w:br/>
      </w:r>
      <w:r>
        <w:br/>
      </w:r>
    </w:p>
    <w:p w14:paraId="48578045" w14:textId="77777777" w:rsidR="00FE15EC" w:rsidRPr="00FE15EC" w:rsidRDefault="00FE15EC" w:rsidP="00FE15EC">
      <w:pPr>
        <w:pStyle w:val="ListParagraph"/>
      </w:pPr>
    </w:p>
    <w:sectPr w:rsidR="00FE15EC" w:rsidRPr="00FE15E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E3973" w14:textId="77777777" w:rsidR="00467B9B" w:rsidRDefault="00467B9B" w:rsidP="00FE15EC">
      <w:pPr>
        <w:spacing w:after="0" w:line="240" w:lineRule="auto"/>
      </w:pPr>
      <w:r>
        <w:separator/>
      </w:r>
    </w:p>
  </w:endnote>
  <w:endnote w:type="continuationSeparator" w:id="0">
    <w:p w14:paraId="52A166C3" w14:textId="77777777" w:rsidR="00467B9B" w:rsidRDefault="00467B9B" w:rsidP="00FE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4189C" w14:textId="77777777" w:rsidR="00467B9B" w:rsidRDefault="00467B9B" w:rsidP="00FE15EC">
      <w:pPr>
        <w:spacing w:after="0" w:line="240" w:lineRule="auto"/>
      </w:pPr>
      <w:r>
        <w:separator/>
      </w:r>
    </w:p>
  </w:footnote>
  <w:footnote w:type="continuationSeparator" w:id="0">
    <w:p w14:paraId="65226BBF" w14:textId="77777777" w:rsidR="00467B9B" w:rsidRDefault="00467B9B" w:rsidP="00FE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44EF4" w14:textId="77777777" w:rsidR="00FE15EC" w:rsidRPr="00FE15EC" w:rsidRDefault="00FE15EC" w:rsidP="00FE15EC">
    <w:pPr>
      <w:pStyle w:val="Header"/>
      <w:tabs>
        <w:tab w:val="clear" w:pos="9360"/>
        <w:tab w:val="right" w:pos="7200"/>
      </w:tabs>
      <w:rPr>
        <w:lang w:val="en-CA"/>
      </w:rPr>
    </w:pPr>
    <w:r>
      <w:rPr>
        <w:lang w:val="en-CA"/>
      </w:rPr>
      <w:t>Buying a Home – Personal Finance 30</w:t>
    </w:r>
    <w:r>
      <w:rPr>
        <w:lang w:val="en-CA"/>
      </w:rPr>
      <w:tab/>
    </w:r>
    <w:r>
      <w:rPr>
        <w:lang w:val="en-CA"/>
      </w:rPr>
      <w:tab/>
      <w:t>Name: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F1FD8"/>
    <w:multiLevelType w:val="hybridMultilevel"/>
    <w:tmpl w:val="46302926"/>
    <w:lvl w:ilvl="0" w:tplc="37A88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108F2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4CF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3EFD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5A06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AF2216"/>
    <w:multiLevelType w:val="hybridMultilevel"/>
    <w:tmpl w:val="0F8CC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F6EB2"/>
    <w:multiLevelType w:val="hybridMultilevel"/>
    <w:tmpl w:val="0094A4AA"/>
    <w:lvl w:ilvl="0" w:tplc="BAD07582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F27"/>
    <w:rsid w:val="00080BC7"/>
    <w:rsid w:val="000F5668"/>
    <w:rsid w:val="00467B9B"/>
    <w:rsid w:val="004C715F"/>
    <w:rsid w:val="007035DF"/>
    <w:rsid w:val="00714479"/>
    <w:rsid w:val="00741ECD"/>
    <w:rsid w:val="007E3EB5"/>
    <w:rsid w:val="00AD1DEB"/>
    <w:rsid w:val="00B41255"/>
    <w:rsid w:val="00BF0F27"/>
    <w:rsid w:val="00C35815"/>
    <w:rsid w:val="00DA3EEE"/>
    <w:rsid w:val="00FE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54B0AD"/>
  <w15:docId w15:val="{5B715171-7B7A-443A-8ADC-3472F1E9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0F2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80BC7"/>
    <w:pPr>
      <w:ind w:left="720"/>
      <w:contextualSpacing/>
    </w:pPr>
  </w:style>
  <w:style w:type="table" w:styleId="TableGrid">
    <w:name w:val="Table Grid"/>
    <w:basedOn w:val="TableNormal"/>
    <w:uiPriority w:val="39"/>
    <w:rsid w:val="00080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15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5EC"/>
  </w:style>
  <w:style w:type="paragraph" w:styleId="Footer">
    <w:name w:val="footer"/>
    <w:basedOn w:val="Normal"/>
    <w:link w:val="FooterChar"/>
    <w:uiPriority w:val="99"/>
    <w:unhideWhenUsed/>
    <w:rsid w:val="00FE15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5EC"/>
  </w:style>
  <w:style w:type="paragraph" w:styleId="BalloonText">
    <w:name w:val="Balloon Text"/>
    <w:basedOn w:val="Normal"/>
    <w:link w:val="BalloonTextChar"/>
    <w:uiPriority w:val="99"/>
    <w:semiHidden/>
    <w:unhideWhenUsed/>
    <w:rsid w:val="00FE1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5E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A3E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19572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7795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92815">
          <w:marLeft w:val="144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5367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8291">
          <w:marLeft w:val="144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50653">
          <w:marLeft w:val="144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38652">
          <w:marLeft w:val="144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9433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8448">
          <w:marLeft w:val="144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749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3152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197">
          <w:marLeft w:val="144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7429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09334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2604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7470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8949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gi.scotiabank.com/mortgage/payment/en/paymen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mhc-schl.gc.ca/en/co/buho/buho_020.cf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9278FB71.dotm</Template>
  <TotalTime>1347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Knight, Michael</dc:creator>
  <cp:keywords/>
  <dc:description/>
  <cp:lastModifiedBy>Amy Mcfarlen</cp:lastModifiedBy>
  <cp:revision>4</cp:revision>
  <cp:lastPrinted>2016-06-14T18:53:00Z</cp:lastPrinted>
  <dcterms:created xsi:type="dcterms:W3CDTF">2016-06-14T17:55:00Z</dcterms:created>
  <dcterms:modified xsi:type="dcterms:W3CDTF">2017-01-19T20:02:00Z</dcterms:modified>
</cp:coreProperties>
</file>